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CC0" w:rsidRPr="009D2D6B" w:rsidRDefault="00B34CC0" w:rsidP="009D2D6B">
      <w:pPr>
        <w:ind w:left="426"/>
        <w:rPr>
          <w:rFonts w:ascii="Tahoma" w:hAnsi="Tahoma" w:cs="Tahoma"/>
          <w:sz w:val="20"/>
          <w:szCs w:val="20"/>
        </w:rPr>
      </w:pPr>
      <w:r w:rsidRPr="009D2D6B">
        <w:rPr>
          <w:rFonts w:ascii="Tahoma" w:hAnsi="Tahoma" w:cs="Tahoma"/>
          <w:sz w:val="20"/>
          <w:szCs w:val="20"/>
        </w:rPr>
        <w:t xml:space="preserve">ΛΕΖΑΝΤΕΣ ΦΩΤΟΓΡΑΦΙΩΝ </w:t>
      </w:r>
    </w:p>
    <w:p w:rsidR="00B34CC0" w:rsidRPr="00A471C6" w:rsidRDefault="00B34CC0" w:rsidP="00A471C6">
      <w:pPr>
        <w:pStyle w:val="ListParagraph"/>
        <w:rPr>
          <w:rFonts w:ascii="Tahoma" w:hAnsi="Tahoma" w:cs="Tahoma"/>
          <w:sz w:val="20"/>
          <w:szCs w:val="20"/>
        </w:rPr>
      </w:pPr>
    </w:p>
    <w:p w:rsidR="00B34CC0" w:rsidRPr="00F35C0A" w:rsidRDefault="00B34CC0" w:rsidP="00A471C6">
      <w:pPr>
        <w:pStyle w:val="ListParagraph"/>
        <w:numPr>
          <w:ilvl w:val="0"/>
          <w:numId w:val="2"/>
        </w:numPr>
        <w:rPr>
          <w:rFonts w:ascii="Tahoma" w:hAnsi="Tahoma" w:cs="Tahoma"/>
          <w:sz w:val="20"/>
          <w:szCs w:val="20"/>
          <w:lang w:val="en-US"/>
        </w:rPr>
      </w:pPr>
      <w:r w:rsidRPr="009D2D6B">
        <w:rPr>
          <w:rFonts w:ascii="Tahoma" w:hAnsi="Tahoma" w:cs="Tahoma"/>
          <w:sz w:val="20"/>
          <w:szCs w:val="20"/>
          <w:lang w:val="en-US"/>
        </w:rPr>
        <w:t>Μαγικά Όστρακα</w:t>
      </w:r>
      <w:r>
        <w:rPr>
          <w:rFonts w:ascii="Tahoma" w:hAnsi="Tahoma" w:cs="Tahoma"/>
          <w:sz w:val="20"/>
          <w:szCs w:val="20"/>
          <w:lang w:val="en-US"/>
        </w:rPr>
        <w:t xml:space="preserve"> (2) </w:t>
      </w:r>
      <w:r w:rsidRPr="00F35C0A">
        <w:rPr>
          <w:rFonts w:ascii="Tahoma" w:hAnsi="Tahoma" w:cs="Tahoma"/>
          <w:sz w:val="20"/>
          <w:szCs w:val="20"/>
          <w:lang w:val="en-US"/>
        </w:rPr>
        <w:t>[Magical Ostraka (2)]</w:t>
      </w:r>
    </w:p>
    <w:p w:rsidR="00B34CC0" w:rsidRPr="009D2D6B" w:rsidRDefault="00B34CC0" w:rsidP="009D2D6B">
      <w:pPr>
        <w:pStyle w:val="ListParagraph"/>
        <w:rPr>
          <w:rFonts w:ascii="Tahoma" w:hAnsi="Tahoma" w:cs="Tahoma"/>
          <w:sz w:val="20"/>
          <w:szCs w:val="20"/>
          <w:lang w:val="en-US"/>
        </w:rPr>
      </w:pPr>
    </w:p>
    <w:p w:rsidR="00B34CC0" w:rsidRPr="009D2D6B" w:rsidRDefault="00B34CC0" w:rsidP="00545387">
      <w:pPr>
        <w:pStyle w:val="ListParagraph"/>
        <w:rPr>
          <w:rFonts w:ascii="Tahoma" w:hAnsi="Tahoma" w:cs="Tahoma"/>
          <w:sz w:val="20"/>
          <w:szCs w:val="20"/>
        </w:rPr>
      </w:pPr>
    </w:p>
    <w:p w:rsidR="00B34CC0" w:rsidRPr="009D2D6B" w:rsidRDefault="00B34CC0" w:rsidP="00545387">
      <w:pPr>
        <w:pStyle w:val="ListParagraph"/>
        <w:rPr>
          <w:rFonts w:ascii="Tahoma" w:hAnsi="Tahoma" w:cs="Tahoma"/>
          <w:sz w:val="20"/>
          <w:szCs w:val="20"/>
        </w:rPr>
      </w:pPr>
    </w:p>
    <w:p w:rsidR="00B34CC0" w:rsidRPr="00545387" w:rsidRDefault="00B34CC0" w:rsidP="00A471C6">
      <w:pPr>
        <w:pStyle w:val="ListParagraph"/>
        <w:ind w:left="0"/>
        <w:rPr>
          <w:lang w:val="en-US"/>
        </w:rPr>
      </w:pPr>
      <w:bookmarkStart w:id="0" w:name="_GoBack"/>
      <w:bookmarkEnd w:id="0"/>
    </w:p>
    <w:sectPr w:rsidR="00B34CC0" w:rsidRPr="00545387" w:rsidSect="004A154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9C3CC2"/>
    <w:multiLevelType w:val="hybridMultilevel"/>
    <w:tmpl w:val="C82A686A"/>
    <w:lvl w:ilvl="0" w:tplc="0408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9FB7248"/>
    <w:multiLevelType w:val="hybridMultilevel"/>
    <w:tmpl w:val="9530F36A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7CC0"/>
    <w:rsid w:val="0009785E"/>
    <w:rsid w:val="002C3A20"/>
    <w:rsid w:val="004A1542"/>
    <w:rsid w:val="004F2378"/>
    <w:rsid w:val="00545387"/>
    <w:rsid w:val="00825740"/>
    <w:rsid w:val="00987CC0"/>
    <w:rsid w:val="009C608D"/>
    <w:rsid w:val="009D2D6B"/>
    <w:rsid w:val="00A471C6"/>
    <w:rsid w:val="00AA344D"/>
    <w:rsid w:val="00B34CC0"/>
    <w:rsid w:val="00E569BF"/>
    <w:rsid w:val="00F35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54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87C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10</Words>
  <Characters>58</Characters>
  <Application>Microsoft Office Outlook</Application>
  <DocSecurity>0</DocSecurity>
  <Lines>0</Lines>
  <Paragraphs>0</Paragraphs>
  <ScaleCrop>false</ScaleCrop>
  <Company>amth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</dc:creator>
  <cp:keywords/>
  <dc:description/>
  <cp:lastModifiedBy>cleo</cp:lastModifiedBy>
  <cp:revision>9</cp:revision>
  <dcterms:created xsi:type="dcterms:W3CDTF">2015-06-11T11:06:00Z</dcterms:created>
  <dcterms:modified xsi:type="dcterms:W3CDTF">2015-06-18T07:16:00Z</dcterms:modified>
</cp:coreProperties>
</file>